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E88" w:rsidRDefault="00940BD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7849209</wp:posOffset>
                </wp:positionV>
                <wp:extent cx="5039995" cy="1404620"/>
                <wp:effectExtent l="0" t="0" r="0" b="127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17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BDB" w:rsidRDefault="00940BDB">
                            <w:r>
                              <w:t xml:space="preserve">Je bent zaterdag om 9.45 op het station. Je wilt de eerste trein naar Arnhem </w:t>
                            </w:r>
                            <w:bookmarkStart w:id="0" w:name="_GoBack"/>
                            <w:bookmarkEnd w:id="0"/>
                            <w:r>
                              <w:t>neme</w:t>
                            </w:r>
                            <w:r>
                              <w:t>n. Hoe lang moet je nog wachten.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618.05pt;width:396.85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" filled="f" stroked="f">
                <v:textbox style="mso-fit-shape-to-text:t">
                  <w:txbxContent>
                    <w:p w:rsidR="00940BDB" w:rsidRDefault="00940BDB">
                      <w:r>
                        <w:t xml:space="preserve">Je bent zaterdag om 9.45 op het station. Je wilt de eerste trein naar Arnhem </w:t>
                      </w:r>
                      <w:bookmarkStart w:id="1" w:name="_GoBack"/>
                      <w:bookmarkEnd w:id="1"/>
                      <w:r>
                        <w:t>neme</w:t>
                      </w:r>
                      <w:r>
                        <w:t>n. Hoe lang moet je nog wachten.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946D67A" wp14:editId="0D9EE3C2">
            <wp:simplePos x="0" y="0"/>
            <wp:positionH relativeFrom="margin">
              <wp:posOffset>-635</wp:posOffset>
            </wp:positionH>
            <wp:positionV relativeFrom="paragraph">
              <wp:posOffset>285115</wp:posOffset>
            </wp:positionV>
            <wp:extent cx="5237480" cy="7773670"/>
            <wp:effectExtent l="0" t="0" r="1270" b="0"/>
            <wp:wrapTopAndBottom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314" t="12933" r="55852" b="32099"/>
                    <a:stretch/>
                  </pic:blipFill>
                  <pic:spPr bwMode="auto">
                    <a:xfrm>
                      <a:off x="0" y="0"/>
                      <a:ext cx="5237480" cy="7773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F5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BDB"/>
    <w:rsid w:val="007F5E88"/>
    <w:rsid w:val="0094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E26F0-995D-4B26-A4BB-D8F8FC75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FFFBD1EB.dotm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Hogeschool iPabo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 Keijzer</dc:creator>
  <cp:keywords/>
  <dc:description/>
  <cp:lastModifiedBy>Ronald  Keijzer</cp:lastModifiedBy>
  <cp:revision>1</cp:revision>
  <dcterms:created xsi:type="dcterms:W3CDTF">2017-01-11T13:35:00Z</dcterms:created>
  <dcterms:modified xsi:type="dcterms:W3CDTF">2017-01-11T13:37:00Z</dcterms:modified>
</cp:coreProperties>
</file>